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622" w:rsidRPr="009342A6" w:rsidRDefault="006B73CA" w:rsidP="006B73C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42A6">
        <w:rPr>
          <w:b/>
          <w:sz w:val="28"/>
          <w:szCs w:val="28"/>
        </w:rPr>
        <w:t>Cornell Notes</w:t>
      </w:r>
    </w:p>
    <w:p w:rsidR="006B73CA" w:rsidRDefault="006B73CA" w:rsidP="006B73CA">
      <w:pPr>
        <w:jc w:val="center"/>
      </w:pPr>
    </w:p>
    <w:p w:rsidR="006B73CA" w:rsidRDefault="006B73CA" w:rsidP="006B73CA">
      <w:r>
        <w:t>Name:  _______________________________________  Team:  _______________________________________</w:t>
      </w:r>
    </w:p>
    <w:p w:rsidR="009342A6" w:rsidRDefault="009342A6" w:rsidP="006B73CA"/>
    <w:p w:rsidR="009342A6" w:rsidRDefault="009342A6" w:rsidP="006B73CA"/>
    <w:p w:rsidR="009342A6" w:rsidRPr="009342A6" w:rsidRDefault="009342A6" w:rsidP="006B73CA">
      <w:pPr>
        <w:rPr>
          <w:b/>
          <w:sz w:val="28"/>
          <w:szCs w:val="28"/>
        </w:rPr>
      </w:pPr>
      <w:r w:rsidRPr="009342A6">
        <w:rPr>
          <w:b/>
          <w:sz w:val="28"/>
          <w:szCs w:val="28"/>
        </w:rPr>
        <w:t>Questions:</w:t>
      </w:r>
      <w:r w:rsidRPr="009342A6">
        <w:rPr>
          <w:b/>
          <w:sz w:val="28"/>
          <w:szCs w:val="28"/>
        </w:rPr>
        <w:tab/>
      </w:r>
      <w:r w:rsidRPr="009342A6">
        <w:rPr>
          <w:b/>
          <w:sz w:val="28"/>
          <w:szCs w:val="28"/>
        </w:rPr>
        <w:tab/>
      </w:r>
      <w:r w:rsidRPr="009342A6">
        <w:rPr>
          <w:b/>
          <w:sz w:val="28"/>
          <w:szCs w:val="28"/>
        </w:rPr>
        <w:tab/>
      </w:r>
      <w:r w:rsidRPr="009342A6">
        <w:rPr>
          <w:b/>
          <w:sz w:val="28"/>
          <w:szCs w:val="28"/>
        </w:rPr>
        <w:tab/>
      </w:r>
      <w:r w:rsidRPr="009342A6">
        <w:rPr>
          <w:b/>
          <w:sz w:val="28"/>
          <w:szCs w:val="28"/>
        </w:rPr>
        <w:tab/>
        <w:t>Notes:</w:t>
      </w:r>
    </w:p>
    <w:p w:rsidR="009342A6" w:rsidRDefault="00F3054D" w:rsidP="006B73CA">
      <w:r>
        <w:rPr>
          <w:noProof/>
        </w:rPr>
        <mc:AlternateContent>
          <mc:Choice Requires="wps">
            <w:drawing>
              <wp:anchor distT="0" distB="0" distL="114299" distR="114299" simplePos="0" relativeHeight="251657728" behindDoc="0" locked="0" layoutInCell="1" allowOverlap="1">
                <wp:simplePos x="0" y="0"/>
                <wp:positionH relativeFrom="column">
                  <wp:posOffset>2743199</wp:posOffset>
                </wp:positionH>
                <wp:positionV relativeFrom="paragraph">
                  <wp:posOffset>71120</wp:posOffset>
                </wp:positionV>
                <wp:extent cx="0" cy="6172200"/>
                <wp:effectExtent l="50800" t="25400" r="76200" b="762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722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772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3in,5.6pt" to="3in,49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71119</wp:posOffset>
                </wp:positionV>
                <wp:extent cx="5486400" cy="0"/>
                <wp:effectExtent l="50800" t="25400" r="76200" b="1016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67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5.6pt" to="6in,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9342A6" w:rsidP="006B73CA"/>
    <w:p w:rsidR="009342A6" w:rsidRDefault="00F3054D" w:rsidP="006B73CA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168274</wp:posOffset>
                </wp:positionV>
                <wp:extent cx="5715000" cy="0"/>
                <wp:effectExtent l="50800" t="25400" r="76200" b="10160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875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13.25pt" to="450pt,1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:rsidR="009342A6" w:rsidRDefault="009342A6" w:rsidP="006B73CA">
      <w:r w:rsidRPr="009342A6">
        <w:rPr>
          <w:b/>
          <w:sz w:val="28"/>
          <w:szCs w:val="28"/>
        </w:rPr>
        <w:t>Summary</w:t>
      </w:r>
      <w:r>
        <w:t>:</w:t>
      </w:r>
    </w:p>
    <w:sectPr w:rsidR="009342A6" w:rsidSect="006078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4D"/>
    <w:rsid w:val="006078C6"/>
    <w:rsid w:val="006B73CA"/>
    <w:rsid w:val="0072260D"/>
    <w:rsid w:val="009273BE"/>
    <w:rsid w:val="009342A6"/>
    <w:rsid w:val="00A30622"/>
    <w:rsid w:val="00AB54F4"/>
    <w:rsid w:val="00AF01B2"/>
    <w:rsid w:val="00F3054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ebbycaven:Library:Application%20Support:Microsoft:Office:User%20Templates:My%20Templates:Cornell%20No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Cornell Notes.dot</Template>
  <TotalTime>1</TotalTime>
  <Pages>1</Pages>
  <Words>27</Words>
  <Characters>154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Debby/Caven</dc:creator>
  <cp:keywords/>
  <dc:description/>
  <cp:lastModifiedBy>Debby/Caven</cp:lastModifiedBy>
  <cp:revision>1</cp:revision>
  <dcterms:created xsi:type="dcterms:W3CDTF">2011-02-25T00:45:00Z</dcterms:created>
  <dcterms:modified xsi:type="dcterms:W3CDTF">2011-02-25T00:46:00Z</dcterms:modified>
</cp:coreProperties>
</file>